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BFD" w:rsidRDefault="00182BFD">
      <w:pPr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УТВЕРЖДЕН</w:t>
      </w:r>
    </w:p>
    <w:p w:rsidR="00182BFD" w:rsidRDefault="00182BFD" w:rsidP="00AC18E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182BFD" w:rsidRDefault="00182BFD" w:rsidP="00AC18E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Речного сельского поселения</w:t>
      </w:r>
    </w:p>
    <w:p w:rsidR="00182BFD" w:rsidRDefault="00182BFD" w:rsidP="00AC18E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______________ № ____</w:t>
      </w:r>
    </w:p>
    <w:p w:rsidR="00182BFD" w:rsidRDefault="00182BFD" w:rsidP="00AC18E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82BFD" w:rsidRDefault="00182BFD" w:rsidP="00AC18E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182BFD" w:rsidRDefault="00182BFD" w:rsidP="00AC18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C18E7">
        <w:rPr>
          <w:rFonts w:ascii="Times New Roman" w:hAnsi="Times New Roman"/>
          <w:b/>
          <w:sz w:val="24"/>
          <w:szCs w:val="24"/>
        </w:rPr>
        <w:t>межведомственной комиссии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</w:p>
    <w:p w:rsidR="00182BFD" w:rsidRDefault="00182BFD" w:rsidP="00AC18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2BFD" w:rsidRDefault="00182BFD" w:rsidP="00AC18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ЕРШОВ                                      -  глава администрации Речного сельского поселения,</w:t>
      </w:r>
    </w:p>
    <w:p w:rsidR="00182BFD" w:rsidRDefault="00182BFD" w:rsidP="00AC18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Андрей Олегович                         председатель комиссии</w:t>
      </w:r>
    </w:p>
    <w:p w:rsidR="00182BFD" w:rsidRDefault="00182BFD" w:rsidP="00AC18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2BFD" w:rsidRDefault="00182BFD" w:rsidP="00AC18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ОВЕЧКИНА                               -  председатель комиссии по обеспечению</w:t>
      </w:r>
    </w:p>
    <w:p w:rsidR="00182BFD" w:rsidRDefault="00182BFD" w:rsidP="00AC18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Галина Валентиновна                  жизнедеятельности населения, охране окружающей среды</w:t>
      </w:r>
    </w:p>
    <w:p w:rsidR="00182BFD" w:rsidRDefault="00182BFD" w:rsidP="00AC18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транспорту и связи Речной сельской Думы, заместителя</w:t>
      </w:r>
    </w:p>
    <w:p w:rsidR="00182BFD" w:rsidRDefault="00182BFD" w:rsidP="00AC18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комиссии (по согласованию)</w:t>
      </w:r>
    </w:p>
    <w:p w:rsidR="00182BFD" w:rsidRDefault="00182BFD" w:rsidP="00AC18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КОМАРОВА                              -  специалист 1 категории администрации Речного   </w:t>
      </w:r>
    </w:p>
    <w:p w:rsidR="00182BFD" w:rsidRDefault="00182BFD" w:rsidP="00AC18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Ирина Леонидовна                       сельского поселения, секретарь комиссии</w:t>
      </w:r>
    </w:p>
    <w:p w:rsidR="00182BFD" w:rsidRDefault="00182BFD" w:rsidP="00AC18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комиссии:</w:t>
      </w:r>
    </w:p>
    <w:p w:rsidR="00182BFD" w:rsidRDefault="00182BFD" w:rsidP="000E7F4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82BFD" w:rsidRDefault="00182BFD" w:rsidP="000E7F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АЛЕКСЕЕВ                                -  государственный инспектор Куменского    </w:t>
      </w:r>
    </w:p>
    <w:p w:rsidR="00182BFD" w:rsidRDefault="00182BFD" w:rsidP="000E7F4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Александр Николаевич                района по пожарному надзору (по согласованию)</w:t>
      </w:r>
    </w:p>
    <w:p w:rsidR="00182BFD" w:rsidRDefault="00182BFD" w:rsidP="000E7F4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2BFD" w:rsidRDefault="00182BFD" w:rsidP="000E7F4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БОРГАНЕЦ                                - заведующий отделом архитектуры, градостроительства и </w:t>
      </w:r>
    </w:p>
    <w:p w:rsidR="00182BFD" w:rsidRDefault="00182BFD" w:rsidP="000E7F4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Нина Владимировна                    ЖКХ администрации Куменского района </w:t>
      </w:r>
    </w:p>
    <w:p w:rsidR="00182BFD" w:rsidRDefault="00182BFD" w:rsidP="000E7F4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(по согласованию)</w:t>
      </w:r>
    </w:p>
    <w:p w:rsidR="00182BFD" w:rsidRDefault="00182BFD" w:rsidP="000E7F4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2BFD" w:rsidRDefault="00182BFD" w:rsidP="000E7F4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2BFD" w:rsidRDefault="00182BFD" w:rsidP="000E7F4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ПЛАТУНОВА                            - архитектор отдела архитектуры, градостроительства и </w:t>
      </w:r>
    </w:p>
    <w:p w:rsidR="00182BFD" w:rsidRDefault="00182BFD" w:rsidP="000E7F4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Виктория Александровна            ЖКХ администрации Куменского района </w:t>
      </w:r>
    </w:p>
    <w:p w:rsidR="00182BFD" w:rsidRDefault="00182BFD" w:rsidP="000E7F4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(по согласованию)</w:t>
      </w:r>
    </w:p>
    <w:p w:rsidR="00182BFD" w:rsidRDefault="00182BFD" w:rsidP="007749E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2BFD" w:rsidRDefault="00182BFD" w:rsidP="007749E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ЧУРКИНА                                  - Депутат Речной сельской Думы, член комиссии по  </w:t>
      </w:r>
    </w:p>
    <w:p w:rsidR="00182BFD" w:rsidRDefault="00182BFD" w:rsidP="007749E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Августа Александровна             обеспечению жизнедеятельности населения, охране </w:t>
      </w:r>
    </w:p>
    <w:p w:rsidR="00182BFD" w:rsidRDefault="00182BFD" w:rsidP="007749E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окружающей среды, транспорту и связи.</w:t>
      </w: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0E7F4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  <w:sectPr w:rsidR="00182B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2BFD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2BFD" w:rsidRPr="00AC18E7" w:rsidRDefault="00182BFD" w:rsidP="00297B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182BFD" w:rsidRPr="00AC18E7" w:rsidSect="000E7F4D">
      <w:type w:val="continuous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859"/>
    <w:rsid w:val="00000AC5"/>
    <w:rsid w:val="000013AE"/>
    <w:rsid w:val="00003B34"/>
    <w:rsid w:val="00003D3B"/>
    <w:rsid w:val="00010CAE"/>
    <w:rsid w:val="00011381"/>
    <w:rsid w:val="000141E5"/>
    <w:rsid w:val="00015449"/>
    <w:rsid w:val="00016A24"/>
    <w:rsid w:val="00022AC5"/>
    <w:rsid w:val="0002316B"/>
    <w:rsid w:val="00024C07"/>
    <w:rsid w:val="000254E5"/>
    <w:rsid w:val="000257C7"/>
    <w:rsid w:val="0003347F"/>
    <w:rsid w:val="000430A4"/>
    <w:rsid w:val="00043BF4"/>
    <w:rsid w:val="0004773E"/>
    <w:rsid w:val="00047A8B"/>
    <w:rsid w:val="00050D42"/>
    <w:rsid w:val="00056216"/>
    <w:rsid w:val="00057975"/>
    <w:rsid w:val="00061084"/>
    <w:rsid w:val="00071365"/>
    <w:rsid w:val="000739FD"/>
    <w:rsid w:val="00080774"/>
    <w:rsid w:val="00082653"/>
    <w:rsid w:val="000829CE"/>
    <w:rsid w:val="00084211"/>
    <w:rsid w:val="000904DD"/>
    <w:rsid w:val="00090FE4"/>
    <w:rsid w:val="000923A8"/>
    <w:rsid w:val="00096358"/>
    <w:rsid w:val="000A13D2"/>
    <w:rsid w:val="000A3C52"/>
    <w:rsid w:val="000A41D3"/>
    <w:rsid w:val="000A5E00"/>
    <w:rsid w:val="000A5FAD"/>
    <w:rsid w:val="000B267E"/>
    <w:rsid w:val="000B315D"/>
    <w:rsid w:val="000B4689"/>
    <w:rsid w:val="000B690D"/>
    <w:rsid w:val="000C24D0"/>
    <w:rsid w:val="000C68C1"/>
    <w:rsid w:val="000D0BB8"/>
    <w:rsid w:val="000D0BDE"/>
    <w:rsid w:val="000D1C73"/>
    <w:rsid w:val="000D433E"/>
    <w:rsid w:val="000D6EF7"/>
    <w:rsid w:val="000E56DF"/>
    <w:rsid w:val="000E5FDD"/>
    <w:rsid w:val="000E61A8"/>
    <w:rsid w:val="000E7D85"/>
    <w:rsid w:val="000E7F4D"/>
    <w:rsid w:val="001006B5"/>
    <w:rsid w:val="00100713"/>
    <w:rsid w:val="00102F96"/>
    <w:rsid w:val="00111E8E"/>
    <w:rsid w:val="00116AAC"/>
    <w:rsid w:val="001243D7"/>
    <w:rsid w:val="00124F86"/>
    <w:rsid w:val="00127E25"/>
    <w:rsid w:val="001301E7"/>
    <w:rsid w:val="00131560"/>
    <w:rsid w:val="0013236D"/>
    <w:rsid w:val="00135F68"/>
    <w:rsid w:val="00136DA4"/>
    <w:rsid w:val="0015132F"/>
    <w:rsid w:val="00151930"/>
    <w:rsid w:val="00154A23"/>
    <w:rsid w:val="00161190"/>
    <w:rsid w:val="001630E3"/>
    <w:rsid w:val="001707AA"/>
    <w:rsid w:val="001754DB"/>
    <w:rsid w:val="00182BFD"/>
    <w:rsid w:val="00190F4C"/>
    <w:rsid w:val="00196806"/>
    <w:rsid w:val="00197EEB"/>
    <w:rsid w:val="001A1864"/>
    <w:rsid w:val="001A6160"/>
    <w:rsid w:val="001A641C"/>
    <w:rsid w:val="001B27DC"/>
    <w:rsid w:val="001B4B9F"/>
    <w:rsid w:val="001B4F92"/>
    <w:rsid w:val="001B5D9B"/>
    <w:rsid w:val="001B605A"/>
    <w:rsid w:val="001B7CA8"/>
    <w:rsid w:val="001C51F2"/>
    <w:rsid w:val="001C6B7C"/>
    <w:rsid w:val="001D3E3C"/>
    <w:rsid w:val="001D6325"/>
    <w:rsid w:val="001D6FC0"/>
    <w:rsid w:val="001F2E00"/>
    <w:rsid w:val="001F3715"/>
    <w:rsid w:val="001F79DE"/>
    <w:rsid w:val="002018BC"/>
    <w:rsid w:val="002042D6"/>
    <w:rsid w:val="002136B7"/>
    <w:rsid w:val="00216199"/>
    <w:rsid w:val="0022316E"/>
    <w:rsid w:val="00223C37"/>
    <w:rsid w:val="002349FA"/>
    <w:rsid w:val="002369D9"/>
    <w:rsid w:val="00242D6F"/>
    <w:rsid w:val="00243DAB"/>
    <w:rsid w:val="0024580A"/>
    <w:rsid w:val="0025441D"/>
    <w:rsid w:val="00257666"/>
    <w:rsid w:val="00275D69"/>
    <w:rsid w:val="0028095A"/>
    <w:rsid w:val="0028600E"/>
    <w:rsid w:val="0029628F"/>
    <w:rsid w:val="00297B0E"/>
    <w:rsid w:val="002A5E41"/>
    <w:rsid w:val="002B0A47"/>
    <w:rsid w:val="002B4693"/>
    <w:rsid w:val="002B6435"/>
    <w:rsid w:val="002C425E"/>
    <w:rsid w:val="002C5C4B"/>
    <w:rsid w:val="002E35B8"/>
    <w:rsid w:val="002E60DC"/>
    <w:rsid w:val="002F302E"/>
    <w:rsid w:val="00302094"/>
    <w:rsid w:val="0031422E"/>
    <w:rsid w:val="00317E12"/>
    <w:rsid w:val="00322B37"/>
    <w:rsid w:val="003235ED"/>
    <w:rsid w:val="00323760"/>
    <w:rsid w:val="003242A8"/>
    <w:rsid w:val="00330BB9"/>
    <w:rsid w:val="003323A1"/>
    <w:rsid w:val="00344221"/>
    <w:rsid w:val="00345B08"/>
    <w:rsid w:val="00356154"/>
    <w:rsid w:val="003562A0"/>
    <w:rsid w:val="00356B02"/>
    <w:rsid w:val="003635EC"/>
    <w:rsid w:val="00364BB6"/>
    <w:rsid w:val="0036524B"/>
    <w:rsid w:val="00367E37"/>
    <w:rsid w:val="0037312A"/>
    <w:rsid w:val="003735E0"/>
    <w:rsid w:val="003854C8"/>
    <w:rsid w:val="00392BA0"/>
    <w:rsid w:val="00394DC7"/>
    <w:rsid w:val="003970F8"/>
    <w:rsid w:val="003A379C"/>
    <w:rsid w:val="003A394F"/>
    <w:rsid w:val="003A52FC"/>
    <w:rsid w:val="003A70B9"/>
    <w:rsid w:val="003B3859"/>
    <w:rsid w:val="003C04AC"/>
    <w:rsid w:val="003C4C67"/>
    <w:rsid w:val="003C50B2"/>
    <w:rsid w:val="003D19CF"/>
    <w:rsid w:val="003D1EC8"/>
    <w:rsid w:val="003E29BD"/>
    <w:rsid w:val="003E363C"/>
    <w:rsid w:val="003E7827"/>
    <w:rsid w:val="003F0B2B"/>
    <w:rsid w:val="003F192A"/>
    <w:rsid w:val="003F1D8D"/>
    <w:rsid w:val="003F3E4F"/>
    <w:rsid w:val="003F51AE"/>
    <w:rsid w:val="003F5231"/>
    <w:rsid w:val="003F7DF0"/>
    <w:rsid w:val="00403696"/>
    <w:rsid w:val="004102B0"/>
    <w:rsid w:val="00415E2C"/>
    <w:rsid w:val="004241A2"/>
    <w:rsid w:val="00424486"/>
    <w:rsid w:val="00425610"/>
    <w:rsid w:val="004267FC"/>
    <w:rsid w:val="00427BF0"/>
    <w:rsid w:val="0043102E"/>
    <w:rsid w:val="00432DFE"/>
    <w:rsid w:val="00437BD5"/>
    <w:rsid w:val="00440A68"/>
    <w:rsid w:val="0044234B"/>
    <w:rsid w:val="00443572"/>
    <w:rsid w:val="0045723E"/>
    <w:rsid w:val="0046067D"/>
    <w:rsid w:val="00462140"/>
    <w:rsid w:val="0046237D"/>
    <w:rsid w:val="0046760D"/>
    <w:rsid w:val="00480B8C"/>
    <w:rsid w:val="004818D3"/>
    <w:rsid w:val="00482582"/>
    <w:rsid w:val="00487274"/>
    <w:rsid w:val="00492351"/>
    <w:rsid w:val="004925FC"/>
    <w:rsid w:val="00493335"/>
    <w:rsid w:val="004933F9"/>
    <w:rsid w:val="00493EA2"/>
    <w:rsid w:val="004A012B"/>
    <w:rsid w:val="004A0846"/>
    <w:rsid w:val="004A0960"/>
    <w:rsid w:val="004A09EA"/>
    <w:rsid w:val="004B1F46"/>
    <w:rsid w:val="004B4057"/>
    <w:rsid w:val="004B5916"/>
    <w:rsid w:val="004B5B32"/>
    <w:rsid w:val="004B62E9"/>
    <w:rsid w:val="004B73D0"/>
    <w:rsid w:val="004C4423"/>
    <w:rsid w:val="004C676D"/>
    <w:rsid w:val="004C7A72"/>
    <w:rsid w:val="004D146B"/>
    <w:rsid w:val="004D21DF"/>
    <w:rsid w:val="004D4514"/>
    <w:rsid w:val="004E2998"/>
    <w:rsid w:val="004E2C6D"/>
    <w:rsid w:val="004E37EA"/>
    <w:rsid w:val="004E4889"/>
    <w:rsid w:val="004E4BE0"/>
    <w:rsid w:val="004E5AE8"/>
    <w:rsid w:val="0050480E"/>
    <w:rsid w:val="00513E27"/>
    <w:rsid w:val="0051632A"/>
    <w:rsid w:val="00525BD5"/>
    <w:rsid w:val="00526867"/>
    <w:rsid w:val="005275AA"/>
    <w:rsid w:val="00532D9B"/>
    <w:rsid w:val="00540FDD"/>
    <w:rsid w:val="005424FC"/>
    <w:rsid w:val="00543F4C"/>
    <w:rsid w:val="00551669"/>
    <w:rsid w:val="00565445"/>
    <w:rsid w:val="0056701B"/>
    <w:rsid w:val="00572B38"/>
    <w:rsid w:val="00577994"/>
    <w:rsid w:val="00580B6E"/>
    <w:rsid w:val="0058226A"/>
    <w:rsid w:val="00582707"/>
    <w:rsid w:val="005872AE"/>
    <w:rsid w:val="00596AE7"/>
    <w:rsid w:val="00597225"/>
    <w:rsid w:val="005979AB"/>
    <w:rsid w:val="005A0B39"/>
    <w:rsid w:val="005B2600"/>
    <w:rsid w:val="005B702B"/>
    <w:rsid w:val="005C1AC8"/>
    <w:rsid w:val="005C3643"/>
    <w:rsid w:val="005C6D43"/>
    <w:rsid w:val="005D4545"/>
    <w:rsid w:val="005D55F9"/>
    <w:rsid w:val="005E1AD7"/>
    <w:rsid w:val="005E4D60"/>
    <w:rsid w:val="005E7DE4"/>
    <w:rsid w:val="005F1899"/>
    <w:rsid w:val="005F37E9"/>
    <w:rsid w:val="005F425C"/>
    <w:rsid w:val="005F7C4F"/>
    <w:rsid w:val="00600DAE"/>
    <w:rsid w:val="006067DA"/>
    <w:rsid w:val="00615478"/>
    <w:rsid w:val="00620030"/>
    <w:rsid w:val="00624A3D"/>
    <w:rsid w:val="00625B75"/>
    <w:rsid w:val="0063142A"/>
    <w:rsid w:val="006324EC"/>
    <w:rsid w:val="0063283C"/>
    <w:rsid w:val="00635023"/>
    <w:rsid w:val="00643097"/>
    <w:rsid w:val="00643F97"/>
    <w:rsid w:val="0064560B"/>
    <w:rsid w:val="00645BE1"/>
    <w:rsid w:val="00650479"/>
    <w:rsid w:val="0065082B"/>
    <w:rsid w:val="00656379"/>
    <w:rsid w:val="006700CA"/>
    <w:rsid w:val="006713F5"/>
    <w:rsid w:val="00671DE9"/>
    <w:rsid w:val="00672557"/>
    <w:rsid w:val="0067778A"/>
    <w:rsid w:val="00677904"/>
    <w:rsid w:val="00680B18"/>
    <w:rsid w:val="006928C8"/>
    <w:rsid w:val="00693929"/>
    <w:rsid w:val="00696253"/>
    <w:rsid w:val="006A1383"/>
    <w:rsid w:val="006A2EE3"/>
    <w:rsid w:val="006A46F0"/>
    <w:rsid w:val="006B00C2"/>
    <w:rsid w:val="006B094E"/>
    <w:rsid w:val="006B2B7A"/>
    <w:rsid w:val="006B6CD2"/>
    <w:rsid w:val="006C0EB9"/>
    <w:rsid w:val="006C19E2"/>
    <w:rsid w:val="006C47D8"/>
    <w:rsid w:val="006C566E"/>
    <w:rsid w:val="006C6EC9"/>
    <w:rsid w:val="006D4726"/>
    <w:rsid w:val="006D56F1"/>
    <w:rsid w:val="006E1AD1"/>
    <w:rsid w:val="006E4CFD"/>
    <w:rsid w:val="006F6E00"/>
    <w:rsid w:val="00705B47"/>
    <w:rsid w:val="00707536"/>
    <w:rsid w:val="0071681E"/>
    <w:rsid w:val="007169A3"/>
    <w:rsid w:val="0072026B"/>
    <w:rsid w:val="00720F54"/>
    <w:rsid w:val="007272BB"/>
    <w:rsid w:val="00732905"/>
    <w:rsid w:val="00735FFD"/>
    <w:rsid w:val="007364D9"/>
    <w:rsid w:val="00740925"/>
    <w:rsid w:val="00741AC6"/>
    <w:rsid w:val="00742D5E"/>
    <w:rsid w:val="00743531"/>
    <w:rsid w:val="007437D8"/>
    <w:rsid w:val="00745176"/>
    <w:rsid w:val="00745C5B"/>
    <w:rsid w:val="00747190"/>
    <w:rsid w:val="00747E0E"/>
    <w:rsid w:val="0075235F"/>
    <w:rsid w:val="007636AC"/>
    <w:rsid w:val="00763D4C"/>
    <w:rsid w:val="00771082"/>
    <w:rsid w:val="007749E1"/>
    <w:rsid w:val="007813C6"/>
    <w:rsid w:val="007870C7"/>
    <w:rsid w:val="007906C1"/>
    <w:rsid w:val="007920B3"/>
    <w:rsid w:val="00792794"/>
    <w:rsid w:val="00793BB9"/>
    <w:rsid w:val="00797C75"/>
    <w:rsid w:val="00797FDE"/>
    <w:rsid w:val="007A2133"/>
    <w:rsid w:val="007A3528"/>
    <w:rsid w:val="007C0B00"/>
    <w:rsid w:val="007D2849"/>
    <w:rsid w:val="007D5FF0"/>
    <w:rsid w:val="007E717C"/>
    <w:rsid w:val="007F07D5"/>
    <w:rsid w:val="007F52FE"/>
    <w:rsid w:val="00800C12"/>
    <w:rsid w:val="0080753C"/>
    <w:rsid w:val="0082576F"/>
    <w:rsid w:val="00827649"/>
    <w:rsid w:val="0083054B"/>
    <w:rsid w:val="00860795"/>
    <w:rsid w:val="00872880"/>
    <w:rsid w:val="00875858"/>
    <w:rsid w:val="00886F4F"/>
    <w:rsid w:val="00891DBF"/>
    <w:rsid w:val="008A162C"/>
    <w:rsid w:val="008A4469"/>
    <w:rsid w:val="008B0B94"/>
    <w:rsid w:val="008C40F6"/>
    <w:rsid w:val="008C76D2"/>
    <w:rsid w:val="008D12ED"/>
    <w:rsid w:val="008D5270"/>
    <w:rsid w:val="008D7761"/>
    <w:rsid w:val="008E0F4D"/>
    <w:rsid w:val="008F214C"/>
    <w:rsid w:val="008F23DA"/>
    <w:rsid w:val="008F3BCF"/>
    <w:rsid w:val="008F6EAC"/>
    <w:rsid w:val="00905625"/>
    <w:rsid w:val="00907F77"/>
    <w:rsid w:val="0091370F"/>
    <w:rsid w:val="00916DEF"/>
    <w:rsid w:val="00920127"/>
    <w:rsid w:val="00925C61"/>
    <w:rsid w:val="00927DA3"/>
    <w:rsid w:val="00935CAF"/>
    <w:rsid w:val="009422D5"/>
    <w:rsid w:val="0094552D"/>
    <w:rsid w:val="00945F81"/>
    <w:rsid w:val="00952C68"/>
    <w:rsid w:val="009539D1"/>
    <w:rsid w:val="00957777"/>
    <w:rsid w:val="00957990"/>
    <w:rsid w:val="0096539E"/>
    <w:rsid w:val="00966AB3"/>
    <w:rsid w:val="00974059"/>
    <w:rsid w:val="00982BD1"/>
    <w:rsid w:val="00985FD7"/>
    <w:rsid w:val="009865D9"/>
    <w:rsid w:val="009A0923"/>
    <w:rsid w:val="009A49D1"/>
    <w:rsid w:val="009B1FDB"/>
    <w:rsid w:val="009B273A"/>
    <w:rsid w:val="009B7397"/>
    <w:rsid w:val="009C4F0E"/>
    <w:rsid w:val="009C745F"/>
    <w:rsid w:val="009D7198"/>
    <w:rsid w:val="009D7F95"/>
    <w:rsid w:val="009E0677"/>
    <w:rsid w:val="009E2345"/>
    <w:rsid w:val="009E5649"/>
    <w:rsid w:val="009E691D"/>
    <w:rsid w:val="009F2A98"/>
    <w:rsid w:val="009F6D5B"/>
    <w:rsid w:val="00A00E17"/>
    <w:rsid w:val="00A00F19"/>
    <w:rsid w:val="00A05544"/>
    <w:rsid w:val="00A063C3"/>
    <w:rsid w:val="00A22B61"/>
    <w:rsid w:val="00A26A25"/>
    <w:rsid w:val="00A37469"/>
    <w:rsid w:val="00A43F96"/>
    <w:rsid w:val="00A52464"/>
    <w:rsid w:val="00A5469B"/>
    <w:rsid w:val="00A54CF1"/>
    <w:rsid w:val="00A56747"/>
    <w:rsid w:val="00A578B5"/>
    <w:rsid w:val="00A70A0F"/>
    <w:rsid w:val="00A70D37"/>
    <w:rsid w:val="00A752FC"/>
    <w:rsid w:val="00A77E8D"/>
    <w:rsid w:val="00A86AC9"/>
    <w:rsid w:val="00A93468"/>
    <w:rsid w:val="00A9442B"/>
    <w:rsid w:val="00A97B32"/>
    <w:rsid w:val="00AA3106"/>
    <w:rsid w:val="00AB00A8"/>
    <w:rsid w:val="00AB4AEF"/>
    <w:rsid w:val="00AB6378"/>
    <w:rsid w:val="00AC14E0"/>
    <w:rsid w:val="00AC18E7"/>
    <w:rsid w:val="00AC1C92"/>
    <w:rsid w:val="00AC239E"/>
    <w:rsid w:val="00AC2BDC"/>
    <w:rsid w:val="00AC3677"/>
    <w:rsid w:val="00AC55B3"/>
    <w:rsid w:val="00AE070E"/>
    <w:rsid w:val="00AF41EF"/>
    <w:rsid w:val="00B00520"/>
    <w:rsid w:val="00B05557"/>
    <w:rsid w:val="00B057E9"/>
    <w:rsid w:val="00B07F97"/>
    <w:rsid w:val="00B1072A"/>
    <w:rsid w:val="00B12DA9"/>
    <w:rsid w:val="00B2015E"/>
    <w:rsid w:val="00B21634"/>
    <w:rsid w:val="00B26815"/>
    <w:rsid w:val="00B27AB1"/>
    <w:rsid w:val="00B30CED"/>
    <w:rsid w:val="00B3409A"/>
    <w:rsid w:val="00B34429"/>
    <w:rsid w:val="00B64469"/>
    <w:rsid w:val="00B6507E"/>
    <w:rsid w:val="00B6518C"/>
    <w:rsid w:val="00B72AAB"/>
    <w:rsid w:val="00B72AC8"/>
    <w:rsid w:val="00B73C24"/>
    <w:rsid w:val="00B744FA"/>
    <w:rsid w:val="00B7584D"/>
    <w:rsid w:val="00B823C2"/>
    <w:rsid w:val="00B84963"/>
    <w:rsid w:val="00B9170E"/>
    <w:rsid w:val="00B934A8"/>
    <w:rsid w:val="00B97428"/>
    <w:rsid w:val="00BA0D7D"/>
    <w:rsid w:val="00BA43A7"/>
    <w:rsid w:val="00BA5974"/>
    <w:rsid w:val="00BA6D6B"/>
    <w:rsid w:val="00BA7077"/>
    <w:rsid w:val="00BB11CB"/>
    <w:rsid w:val="00BB1FC8"/>
    <w:rsid w:val="00BB5A44"/>
    <w:rsid w:val="00BB74FD"/>
    <w:rsid w:val="00BB7C5D"/>
    <w:rsid w:val="00BC3437"/>
    <w:rsid w:val="00BC3FCC"/>
    <w:rsid w:val="00BC578A"/>
    <w:rsid w:val="00BC6CF1"/>
    <w:rsid w:val="00BD053C"/>
    <w:rsid w:val="00BD3E1D"/>
    <w:rsid w:val="00BD4DE1"/>
    <w:rsid w:val="00BE65AE"/>
    <w:rsid w:val="00BF1B61"/>
    <w:rsid w:val="00BF3235"/>
    <w:rsid w:val="00C00D38"/>
    <w:rsid w:val="00C011C3"/>
    <w:rsid w:val="00C015A5"/>
    <w:rsid w:val="00C26729"/>
    <w:rsid w:val="00C33B15"/>
    <w:rsid w:val="00C35740"/>
    <w:rsid w:val="00C45B97"/>
    <w:rsid w:val="00C46E7E"/>
    <w:rsid w:val="00C51C51"/>
    <w:rsid w:val="00C61772"/>
    <w:rsid w:val="00C909A0"/>
    <w:rsid w:val="00C91DCB"/>
    <w:rsid w:val="00CA1F92"/>
    <w:rsid w:val="00CA62F6"/>
    <w:rsid w:val="00CB30D9"/>
    <w:rsid w:val="00CB532F"/>
    <w:rsid w:val="00CC2987"/>
    <w:rsid w:val="00CC5DBB"/>
    <w:rsid w:val="00CD5B31"/>
    <w:rsid w:val="00CD607A"/>
    <w:rsid w:val="00CE43C7"/>
    <w:rsid w:val="00CF231E"/>
    <w:rsid w:val="00CF2505"/>
    <w:rsid w:val="00CF2CD9"/>
    <w:rsid w:val="00CF7AA1"/>
    <w:rsid w:val="00D01DEF"/>
    <w:rsid w:val="00D032CB"/>
    <w:rsid w:val="00D101BE"/>
    <w:rsid w:val="00D13397"/>
    <w:rsid w:val="00D1419F"/>
    <w:rsid w:val="00D328F8"/>
    <w:rsid w:val="00D355A3"/>
    <w:rsid w:val="00D4029D"/>
    <w:rsid w:val="00D41A84"/>
    <w:rsid w:val="00D4427C"/>
    <w:rsid w:val="00D44B7D"/>
    <w:rsid w:val="00D50285"/>
    <w:rsid w:val="00D52282"/>
    <w:rsid w:val="00D56B9C"/>
    <w:rsid w:val="00D57273"/>
    <w:rsid w:val="00D57336"/>
    <w:rsid w:val="00D574AC"/>
    <w:rsid w:val="00D620C1"/>
    <w:rsid w:val="00D620EA"/>
    <w:rsid w:val="00D75FC4"/>
    <w:rsid w:val="00D76385"/>
    <w:rsid w:val="00D779C8"/>
    <w:rsid w:val="00D821D3"/>
    <w:rsid w:val="00D87056"/>
    <w:rsid w:val="00D92DB7"/>
    <w:rsid w:val="00D934C5"/>
    <w:rsid w:val="00D94984"/>
    <w:rsid w:val="00DA4A4D"/>
    <w:rsid w:val="00DB0ADC"/>
    <w:rsid w:val="00DB2283"/>
    <w:rsid w:val="00DB35DD"/>
    <w:rsid w:val="00DB4EB6"/>
    <w:rsid w:val="00DB6B54"/>
    <w:rsid w:val="00DB7260"/>
    <w:rsid w:val="00DB7E90"/>
    <w:rsid w:val="00DC39DA"/>
    <w:rsid w:val="00DC652E"/>
    <w:rsid w:val="00DC7C7B"/>
    <w:rsid w:val="00DD6B4F"/>
    <w:rsid w:val="00DE292B"/>
    <w:rsid w:val="00DE2F8E"/>
    <w:rsid w:val="00DE3E2A"/>
    <w:rsid w:val="00E00B80"/>
    <w:rsid w:val="00E021A2"/>
    <w:rsid w:val="00E0268A"/>
    <w:rsid w:val="00E04408"/>
    <w:rsid w:val="00E07D6C"/>
    <w:rsid w:val="00E11258"/>
    <w:rsid w:val="00E17688"/>
    <w:rsid w:val="00E22083"/>
    <w:rsid w:val="00E25AE5"/>
    <w:rsid w:val="00E25C1F"/>
    <w:rsid w:val="00E26B74"/>
    <w:rsid w:val="00E301E5"/>
    <w:rsid w:val="00E30633"/>
    <w:rsid w:val="00E36596"/>
    <w:rsid w:val="00E403B5"/>
    <w:rsid w:val="00E403CA"/>
    <w:rsid w:val="00E42CA4"/>
    <w:rsid w:val="00E47370"/>
    <w:rsid w:val="00E6004F"/>
    <w:rsid w:val="00E62A6D"/>
    <w:rsid w:val="00E63A52"/>
    <w:rsid w:val="00E65A00"/>
    <w:rsid w:val="00E6639E"/>
    <w:rsid w:val="00E66F7C"/>
    <w:rsid w:val="00E701D4"/>
    <w:rsid w:val="00E70D7A"/>
    <w:rsid w:val="00E765FD"/>
    <w:rsid w:val="00E76FEA"/>
    <w:rsid w:val="00E8268A"/>
    <w:rsid w:val="00E82A7B"/>
    <w:rsid w:val="00E95E92"/>
    <w:rsid w:val="00EA61C6"/>
    <w:rsid w:val="00EB0CC3"/>
    <w:rsid w:val="00EB2BC0"/>
    <w:rsid w:val="00EB40D8"/>
    <w:rsid w:val="00EB4CC1"/>
    <w:rsid w:val="00EB63CE"/>
    <w:rsid w:val="00EC52B2"/>
    <w:rsid w:val="00ED1B9F"/>
    <w:rsid w:val="00ED1CEF"/>
    <w:rsid w:val="00ED1EA4"/>
    <w:rsid w:val="00ED1EF6"/>
    <w:rsid w:val="00ED21BD"/>
    <w:rsid w:val="00ED2E24"/>
    <w:rsid w:val="00ED7267"/>
    <w:rsid w:val="00ED788C"/>
    <w:rsid w:val="00EE5F77"/>
    <w:rsid w:val="00EF0B7F"/>
    <w:rsid w:val="00EF1A56"/>
    <w:rsid w:val="00EF39D4"/>
    <w:rsid w:val="00F00EB0"/>
    <w:rsid w:val="00F061FF"/>
    <w:rsid w:val="00F13B2C"/>
    <w:rsid w:val="00F152AF"/>
    <w:rsid w:val="00F2616F"/>
    <w:rsid w:val="00F31A36"/>
    <w:rsid w:val="00F320E5"/>
    <w:rsid w:val="00F35518"/>
    <w:rsid w:val="00F411BA"/>
    <w:rsid w:val="00F42058"/>
    <w:rsid w:val="00F425F1"/>
    <w:rsid w:val="00F449DF"/>
    <w:rsid w:val="00F457C1"/>
    <w:rsid w:val="00F53AEB"/>
    <w:rsid w:val="00F54612"/>
    <w:rsid w:val="00F7478C"/>
    <w:rsid w:val="00F83A1A"/>
    <w:rsid w:val="00F97B55"/>
    <w:rsid w:val="00FA173A"/>
    <w:rsid w:val="00FB00B4"/>
    <w:rsid w:val="00FB0371"/>
    <w:rsid w:val="00FB0447"/>
    <w:rsid w:val="00FC0006"/>
    <w:rsid w:val="00FC0C7C"/>
    <w:rsid w:val="00FC62B0"/>
    <w:rsid w:val="00FC6CB6"/>
    <w:rsid w:val="00FD07E7"/>
    <w:rsid w:val="00FD7BBF"/>
    <w:rsid w:val="00FE16DB"/>
    <w:rsid w:val="00FE1AFA"/>
    <w:rsid w:val="00FF4AAD"/>
    <w:rsid w:val="00FF5316"/>
    <w:rsid w:val="00FF6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3C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Pages>2</Pages>
  <Words>346</Words>
  <Characters>1974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Жемчугова</cp:lastModifiedBy>
  <cp:revision>9</cp:revision>
  <cp:lastPrinted>2022-03-15T07:22:00Z</cp:lastPrinted>
  <dcterms:created xsi:type="dcterms:W3CDTF">2021-12-07T06:51:00Z</dcterms:created>
  <dcterms:modified xsi:type="dcterms:W3CDTF">2022-03-24T07:17:00Z</dcterms:modified>
</cp:coreProperties>
</file>