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C7A" w:rsidRPr="00577780" w:rsidRDefault="00CE4C7A" w:rsidP="00541937">
      <w:pPr>
        <w:spacing w:line="276" w:lineRule="auto"/>
        <w:jc w:val="center"/>
        <w:rPr>
          <w:b/>
          <w:sz w:val="28"/>
          <w:szCs w:val="28"/>
        </w:rPr>
      </w:pPr>
      <w:r w:rsidRPr="00577780">
        <w:rPr>
          <w:b/>
          <w:sz w:val="28"/>
          <w:szCs w:val="28"/>
        </w:rPr>
        <w:t>Пояснительная записка</w:t>
      </w:r>
    </w:p>
    <w:p w:rsidR="00CE4C7A" w:rsidRPr="00511056" w:rsidRDefault="00CE4C7A" w:rsidP="00541937">
      <w:pPr>
        <w:spacing w:line="276" w:lineRule="auto"/>
        <w:jc w:val="center"/>
        <w:rPr>
          <w:b/>
          <w:sz w:val="28"/>
          <w:szCs w:val="28"/>
        </w:rPr>
      </w:pPr>
      <w:r w:rsidRPr="00511056">
        <w:rPr>
          <w:b/>
          <w:sz w:val="28"/>
          <w:szCs w:val="28"/>
        </w:rPr>
        <w:t xml:space="preserve">о внесении изменений в решение </w:t>
      </w:r>
      <w:r>
        <w:rPr>
          <w:b/>
          <w:sz w:val="28"/>
          <w:szCs w:val="28"/>
        </w:rPr>
        <w:t>Речн</w:t>
      </w:r>
      <w:r w:rsidRPr="00511056">
        <w:rPr>
          <w:b/>
          <w:sz w:val="28"/>
          <w:szCs w:val="28"/>
        </w:rPr>
        <w:t xml:space="preserve">ой сельской Думы от </w:t>
      </w:r>
      <w:r>
        <w:rPr>
          <w:b/>
          <w:sz w:val="28"/>
          <w:szCs w:val="28"/>
        </w:rPr>
        <w:t>23</w:t>
      </w:r>
      <w:r w:rsidRPr="00511056">
        <w:rPr>
          <w:b/>
          <w:sz w:val="28"/>
          <w:szCs w:val="28"/>
        </w:rPr>
        <w:t>.12.201</w:t>
      </w:r>
      <w:r>
        <w:rPr>
          <w:b/>
          <w:sz w:val="28"/>
          <w:szCs w:val="28"/>
        </w:rPr>
        <w:t>9</w:t>
      </w:r>
      <w:r w:rsidRPr="00511056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28</w:t>
      </w:r>
      <w:r w:rsidRPr="00511056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120</w:t>
      </w:r>
      <w:r w:rsidRPr="00511056">
        <w:rPr>
          <w:b/>
          <w:sz w:val="28"/>
          <w:szCs w:val="28"/>
        </w:rPr>
        <w:t xml:space="preserve"> «О бюджете муниципального образования </w:t>
      </w:r>
      <w:r>
        <w:rPr>
          <w:b/>
          <w:sz w:val="28"/>
          <w:szCs w:val="28"/>
        </w:rPr>
        <w:t>Речн</w:t>
      </w:r>
      <w:r w:rsidRPr="00511056">
        <w:rPr>
          <w:b/>
          <w:sz w:val="28"/>
          <w:szCs w:val="28"/>
        </w:rPr>
        <w:t>ого сельского поселения Куменского района Кировской области на 20</w:t>
      </w:r>
      <w:r>
        <w:rPr>
          <w:b/>
          <w:sz w:val="28"/>
          <w:szCs w:val="28"/>
        </w:rPr>
        <w:t>20</w:t>
      </w:r>
      <w:r w:rsidRPr="00511056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1</w:t>
      </w:r>
      <w:r w:rsidRPr="00511056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2</w:t>
      </w:r>
      <w:r w:rsidRPr="00511056">
        <w:rPr>
          <w:b/>
          <w:sz w:val="28"/>
          <w:szCs w:val="28"/>
        </w:rPr>
        <w:t xml:space="preserve"> годов»</w:t>
      </w:r>
    </w:p>
    <w:p w:rsidR="00CE4C7A" w:rsidRPr="00511056" w:rsidRDefault="00CE4C7A" w:rsidP="00541937">
      <w:pPr>
        <w:spacing w:line="276" w:lineRule="auto"/>
        <w:jc w:val="center"/>
        <w:rPr>
          <w:b/>
          <w:sz w:val="28"/>
          <w:szCs w:val="28"/>
        </w:rPr>
      </w:pPr>
      <w:r w:rsidRPr="00511056">
        <w:rPr>
          <w:b/>
          <w:sz w:val="28"/>
          <w:szCs w:val="28"/>
        </w:rPr>
        <w:t xml:space="preserve">(на </w:t>
      </w:r>
      <w:r>
        <w:rPr>
          <w:b/>
          <w:sz w:val="28"/>
          <w:szCs w:val="28"/>
        </w:rPr>
        <w:t>Речну</w:t>
      </w:r>
      <w:r w:rsidRPr="00511056">
        <w:rPr>
          <w:b/>
          <w:sz w:val="28"/>
          <w:szCs w:val="28"/>
        </w:rPr>
        <w:t xml:space="preserve">ю сельскую Думу от </w:t>
      </w:r>
      <w:r>
        <w:rPr>
          <w:b/>
          <w:sz w:val="28"/>
          <w:szCs w:val="28"/>
        </w:rPr>
        <w:t>28</w:t>
      </w:r>
      <w:r w:rsidRPr="0051105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Pr="00511056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511056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 xml:space="preserve"> 35/154</w:t>
      </w:r>
      <w:r w:rsidRPr="00511056">
        <w:rPr>
          <w:b/>
          <w:sz w:val="28"/>
          <w:szCs w:val="28"/>
        </w:rPr>
        <w:t>)</w:t>
      </w:r>
    </w:p>
    <w:p w:rsidR="00CE4C7A" w:rsidRDefault="00CE4C7A" w:rsidP="00541937">
      <w:pPr>
        <w:spacing w:line="276" w:lineRule="auto"/>
        <w:jc w:val="both"/>
        <w:rPr>
          <w:sz w:val="28"/>
          <w:szCs w:val="28"/>
        </w:rPr>
      </w:pPr>
    </w:p>
    <w:p w:rsidR="00CE4C7A" w:rsidRPr="00EC280C" w:rsidRDefault="00CE4C7A" w:rsidP="00541937">
      <w:pPr>
        <w:spacing w:line="276" w:lineRule="auto"/>
        <w:jc w:val="center"/>
        <w:rPr>
          <w:b/>
          <w:sz w:val="28"/>
          <w:szCs w:val="28"/>
        </w:rPr>
      </w:pPr>
      <w:r w:rsidRPr="00EC280C">
        <w:rPr>
          <w:b/>
          <w:sz w:val="28"/>
          <w:szCs w:val="28"/>
        </w:rPr>
        <w:t xml:space="preserve">Доходы </w:t>
      </w:r>
    </w:p>
    <w:p w:rsidR="00CE4C7A" w:rsidRDefault="00CE4C7A" w:rsidP="008D4F3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Уменьшить</w:t>
      </w:r>
      <w:r w:rsidRPr="006F2720">
        <w:rPr>
          <w:color w:val="000000"/>
          <w:sz w:val="28"/>
          <w:szCs w:val="28"/>
        </w:rPr>
        <w:t xml:space="preserve"> план по безвозмездным поступлениям в бюджеты сельских поселений: субвенции бюджетам сельских поселений на осуществление первичного воинского учета на территориях, где отсутствуют военные комиссариаты на сумму </w:t>
      </w:r>
      <w:r>
        <w:rPr>
          <w:color w:val="000000"/>
          <w:sz w:val="28"/>
          <w:szCs w:val="28"/>
        </w:rPr>
        <w:t>21000,0</w:t>
      </w:r>
      <w:r w:rsidRPr="006F2720">
        <w:rPr>
          <w:color w:val="000000"/>
          <w:sz w:val="28"/>
          <w:szCs w:val="28"/>
        </w:rPr>
        <w:t xml:space="preserve"> рубл</w:t>
      </w:r>
      <w:r>
        <w:rPr>
          <w:color w:val="000000"/>
          <w:sz w:val="28"/>
          <w:szCs w:val="28"/>
        </w:rPr>
        <w:t>ей</w:t>
      </w:r>
      <w:r w:rsidRPr="006F2720">
        <w:rPr>
          <w:color w:val="000000"/>
          <w:sz w:val="28"/>
          <w:szCs w:val="28"/>
        </w:rPr>
        <w:t xml:space="preserve"> по коду дохода 98</w:t>
      </w:r>
      <w:r>
        <w:rPr>
          <w:color w:val="000000"/>
          <w:sz w:val="28"/>
          <w:szCs w:val="28"/>
        </w:rPr>
        <w:t>5</w:t>
      </w:r>
      <w:r w:rsidRPr="006F2720">
        <w:rPr>
          <w:color w:val="000000"/>
          <w:sz w:val="28"/>
          <w:szCs w:val="28"/>
        </w:rPr>
        <w:t>20235118100000150</w:t>
      </w:r>
      <w:r>
        <w:rPr>
          <w:color w:val="000000"/>
          <w:sz w:val="28"/>
          <w:szCs w:val="28"/>
        </w:rPr>
        <w:t xml:space="preserve">. </w:t>
      </w:r>
    </w:p>
    <w:p w:rsidR="00CE4C7A" w:rsidRDefault="00CE4C7A" w:rsidP="00541937">
      <w:pPr>
        <w:spacing w:line="276" w:lineRule="auto"/>
        <w:jc w:val="both"/>
        <w:rPr>
          <w:sz w:val="28"/>
          <w:szCs w:val="28"/>
        </w:rPr>
      </w:pPr>
    </w:p>
    <w:p w:rsidR="00CE4C7A" w:rsidRDefault="00CE4C7A" w:rsidP="00541937">
      <w:pPr>
        <w:spacing w:line="276" w:lineRule="auto"/>
        <w:jc w:val="center"/>
        <w:rPr>
          <w:b/>
          <w:sz w:val="28"/>
          <w:szCs w:val="28"/>
        </w:rPr>
      </w:pPr>
      <w:r w:rsidRPr="00CE2AFD">
        <w:rPr>
          <w:b/>
          <w:sz w:val="28"/>
          <w:szCs w:val="28"/>
        </w:rPr>
        <w:t>Расходы.</w:t>
      </w:r>
    </w:p>
    <w:p w:rsidR="00CE4C7A" w:rsidRPr="0046111D" w:rsidRDefault="00CE4C7A" w:rsidP="008D4F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Уменьшить расходы на 21000,0 рублей по </w:t>
      </w:r>
      <w:r>
        <w:rPr>
          <w:b/>
          <w:sz w:val="28"/>
          <w:szCs w:val="28"/>
        </w:rPr>
        <w:t xml:space="preserve">МУ </w:t>
      </w:r>
      <w:r w:rsidRPr="008E35A7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поселения</w:t>
      </w:r>
      <w:r w:rsidRPr="008E35A7">
        <w:rPr>
          <w:b/>
          <w:sz w:val="28"/>
          <w:szCs w:val="28"/>
        </w:rPr>
        <w:t xml:space="preserve"> л/сч </w:t>
      </w:r>
      <w:r w:rsidRPr="00D13F9C">
        <w:rPr>
          <w:b/>
          <w:sz w:val="28"/>
          <w:szCs w:val="28"/>
        </w:rPr>
        <w:t>0340300876</w:t>
      </w:r>
      <w:r w:rsidRPr="008E35A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:</w:t>
      </w:r>
    </w:p>
    <w:p w:rsidR="00CE4C7A" w:rsidRDefault="00CE4C7A" w:rsidP="00B158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по ПР 0203 ЦС </w:t>
      </w:r>
      <w:r w:rsidRPr="0057038A">
        <w:rPr>
          <w:sz w:val="28"/>
          <w:szCs w:val="28"/>
        </w:rPr>
        <w:t>0100051180</w:t>
      </w:r>
      <w:r>
        <w:rPr>
          <w:sz w:val="28"/>
          <w:szCs w:val="28"/>
        </w:rPr>
        <w:t xml:space="preserve"> ВР 121 </w:t>
      </w:r>
      <w:r w:rsidRPr="00220C59">
        <w:rPr>
          <w:sz w:val="28"/>
          <w:szCs w:val="28"/>
        </w:rPr>
        <w:t>КОСГУ 2</w:t>
      </w:r>
      <w:r>
        <w:rPr>
          <w:sz w:val="28"/>
          <w:szCs w:val="28"/>
        </w:rPr>
        <w:t>11 - уменьшение на 3419,19 рублей (экономия, с учетом выплаты заработной платы за декабрь 2020г.);</w:t>
      </w:r>
    </w:p>
    <w:p w:rsidR="00CE4C7A" w:rsidRDefault="00CE4C7A" w:rsidP="00B158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по ПР 0203 ЦС </w:t>
      </w:r>
      <w:r w:rsidRPr="0057038A">
        <w:rPr>
          <w:sz w:val="28"/>
          <w:szCs w:val="28"/>
        </w:rPr>
        <w:t>0100051180</w:t>
      </w:r>
      <w:r>
        <w:rPr>
          <w:sz w:val="28"/>
          <w:szCs w:val="28"/>
        </w:rPr>
        <w:t xml:space="preserve"> ВР 122 </w:t>
      </w:r>
      <w:r w:rsidRPr="00220C59">
        <w:rPr>
          <w:sz w:val="28"/>
          <w:szCs w:val="28"/>
        </w:rPr>
        <w:t xml:space="preserve">КОСГУ </w:t>
      </w:r>
      <w:r>
        <w:rPr>
          <w:sz w:val="28"/>
          <w:szCs w:val="28"/>
        </w:rPr>
        <w:t>212</w:t>
      </w:r>
      <w:r w:rsidRPr="00220C59">
        <w:rPr>
          <w:sz w:val="28"/>
          <w:szCs w:val="28"/>
        </w:rPr>
        <w:t xml:space="preserve"> – </w:t>
      </w:r>
      <w:r>
        <w:rPr>
          <w:sz w:val="28"/>
          <w:szCs w:val="28"/>
        </w:rPr>
        <w:t>уменьшение</w:t>
      </w:r>
      <w:r w:rsidRPr="00220C59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3520,00 </w:t>
      </w:r>
      <w:r w:rsidRPr="00220C59">
        <w:rPr>
          <w:sz w:val="28"/>
          <w:szCs w:val="28"/>
        </w:rPr>
        <w:t>рубл</w:t>
      </w:r>
      <w:r>
        <w:rPr>
          <w:sz w:val="28"/>
          <w:szCs w:val="28"/>
        </w:rPr>
        <w:t>ей (оплата по листам нетрудоспособности первых 3-х дней за счет работодателя);</w:t>
      </w:r>
    </w:p>
    <w:p w:rsidR="00CE4C7A" w:rsidRDefault="00CE4C7A" w:rsidP="00F220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по ПР 0203 ЦС </w:t>
      </w:r>
      <w:r w:rsidRPr="0057038A">
        <w:rPr>
          <w:sz w:val="28"/>
          <w:szCs w:val="28"/>
        </w:rPr>
        <w:t>0100051180</w:t>
      </w:r>
      <w:r>
        <w:rPr>
          <w:sz w:val="28"/>
          <w:szCs w:val="28"/>
        </w:rPr>
        <w:t xml:space="preserve"> ВР 129 </w:t>
      </w:r>
      <w:r w:rsidRPr="00220C59">
        <w:rPr>
          <w:sz w:val="28"/>
          <w:szCs w:val="28"/>
        </w:rPr>
        <w:t>КОСГУ 2</w:t>
      </w:r>
      <w:r>
        <w:rPr>
          <w:sz w:val="28"/>
          <w:szCs w:val="28"/>
        </w:rPr>
        <w:t>13 - уменьшение на 3174,81 рублей (экономия, с учетом выплаты заработной платы за декабрь 2020г.);</w:t>
      </w:r>
    </w:p>
    <w:p w:rsidR="00CE4C7A" w:rsidRDefault="00CE4C7A" w:rsidP="00F220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по ПР 0203 ЦС </w:t>
      </w:r>
      <w:r w:rsidRPr="0057038A">
        <w:rPr>
          <w:sz w:val="28"/>
          <w:szCs w:val="28"/>
        </w:rPr>
        <w:t>0100051180</w:t>
      </w:r>
      <w:r>
        <w:rPr>
          <w:sz w:val="28"/>
          <w:szCs w:val="28"/>
        </w:rPr>
        <w:t xml:space="preserve"> ВР 244 </w:t>
      </w:r>
      <w:r w:rsidRPr="00220C59">
        <w:rPr>
          <w:sz w:val="28"/>
          <w:szCs w:val="28"/>
        </w:rPr>
        <w:t xml:space="preserve">КОСГУ </w:t>
      </w:r>
      <w:r>
        <w:rPr>
          <w:sz w:val="28"/>
          <w:szCs w:val="28"/>
        </w:rPr>
        <w:t>346 - уменьшение на 10886,0 рублей (как не востребованные).</w:t>
      </w:r>
    </w:p>
    <w:p w:rsidR="00CE4C7A" w:rsidRDefault="00CE4C7A" w:rsidP="00B158BA">
      <w:pPr>
        <w:spacing w:line="276" w:lineRule="auto"/>
        <w:jc w:val="both"/>
        <w:rPr>
          <w:sz w:val="28"/>
          <w:szCs w:val="28"/>
        </w:rPr>
      </w:pPr>
    </w:p>
    <w:p w:rsidR="00CE4C7A" w:rsidRDefault="00CE4C7A" w:rsidP="00541937">
      <w:pPr>
        <w:spacing w:line="276" w:lineRule="auto"/>
        <w:jc w:val="both"/>
        <w:rPr>
          <w:sz w:val="28"/>
          <w:szCs w:val="28"/>
        </w:rPr>
      </w:pPr>
    </w:p>
    <w:p w:rsidR="00CE4C7A" w:rsidRDefault="00CE4C7A" w:rsidP="0054193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Речного</w:t>
      </w:r>
    </w:p>
    <w:p w:rsidR="00CE4C7A" w:rsidRDefault="00CE4C7A" w:rsidP="0054193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Чесноков С.Н.      </w:t>
      </w:r>
    </w:p>
    <w:sectPr w:rsidR="00CE4C7A" w:rsidSect="00720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937"/>
    <w:rsid w:val="00027D91"/>
    <w:rsid w:val="00054A33"/>
    <w:rsid w:val="000563F9"/>
    <w:rsid w:val="000A623B"/>
    <w:rsid w:val="000E528A"/>
    <w:rsid w:val="001A6AA9"/>
    <w:rsid w:val="001B65F9"/>
    <w:rsid w:val="00220C59"/>
    <w:rsid w:val="00237362"/>
    <w:rsid w:val="00246F1D"/>
    <w:rsid w:val="00250471"/>
    <w:rsid w:val="00265E51"/>
    <w:rsid w:val="0027537D"/>
    <w:rsid w:val="00287AA7"/>
    <w:rsid w:val="00291A5D"/>
    <w:rsid w:val="002A1790"/>
    <w:rsid w:val="002F0F4D"/>
    <w:rsid w:val="002F537D"/>
    <w:rsid w:val="00300151"/>
    <w:rsid w:val="00305252"/>
    <w:rsid w:val="003521B4"/>
    <w:rsid w:val="003C4188"/>
    <w:rsid w:val="003E26E7"/>
    <w:rsid w:val="00456D46"/>
    <w:rsid w:val="0046111D"/>
    <w:rsid w:val="00475229"/>
    <w:rsid w:val="004755BA"/>
    <w:rsid w:val="004A438B"/>
    <w:rsid w:val="004D29CB"/>
    <w:rsid w:val="004F4C5A"/>
    <w:rsid w:val="00502DD0"/>
    <w:rsid w:val="00511056"/>
    <w:rsid w:val="00524FB7"/>
    <w:rsid w:val="00541937"/>
    <w:rsid w:val="00560838"/>
    <w:rsid w:val="00560B23"/>
    <w:rsid w:val="0057038A"/>
    <w:rsid w:val="00577780"/>
    <w:rsid w:val="00597D87"/>
    <w:rsid w:val="00597DA9"/>
    <w:rsid w:val="005F284E"/>
    <w:rsid w:val="0060651C"/>
    <w:rsid w:val="006603D0"/>
    <w:rsid w:val="0066471C"/>
    <w:rsid w:val="006744BD"/>
    <w:rsid w:val="006858C8"/>
    <w:rsid w:val="006A2BD8"/>
    <w:rsid w:val="006B5A6D"/>
    <w:rsid w:val="006E1AD3"/>
    <w:rsid w:val="006F2720"/>
    <w:rsid w:val="0071162C"/>
    <w:rsid w:val="00711775"/>
    <w:rsid w:val="00715172"/>
    <w:rsid w:val="00720D3F"/>
    <w:rsid w:val="00744A11"/>
    <w:rsid w:val="0078049F"/>
    <w:rsid w:val="007D4E6F"/>
    <w:rsid w:val="008B1F6B"/>
    <w:rsid w:val="008B740A"/>
    <w:rsid w:val="008D4F32"/>
    <w:rsid w:val="008E35A7"/>
    <w:rsid w:val="00912D95"/>
    <w:rsid w:val="00971F9A"/>
    <w:rsid w:val="00993B9A"/>
    <w:rsid w:val="009A1791"/>
    <w:rsid w:val="009C6B1A"/>
    <w:rsid w:val="009D284D"/>
    <w:rsid w:val="009F357E"/>
    <w:rsid w:val="00A21D05"/>
    <w:rsid w:val="00A413AC"/>
    <w:rsid w:val="00A6563E"/>
    <w:rsid w:val="00A7585B"/>
    <w:rsid w:val="00AE1672"/>
    <w:rsid w:val="00B158BA"/>
    <w:rsid w:val="00B26FB3"/>
    <w:rsid w:val="00B42EAA"/>
    <w:rsid w:val="00B71282"/>
    <w:rsid w:val="00BA66D5"/>
    <w:rsid w:val="00BB17E2"/>
    <w:rsid w:val="00BE7143"/>
    <w:rsid w:val="00BF329D"/>
    <w:rsid w:val="00C42044"/>
    <w:rsid w:val="00C6119C"/>
    <w:rsid w:val="00CB478E"/>
    <w:rsid w:val="00CC1101"/>
    <w:rsid w:val="00CD4FEE"/>
    <w:rsid w:val="00CE2AFD"/>
    <w:rsid w:val="00CE4C7A"/>
    <w:rsid w:val="00D10809"/>
    <w:rsid w:val="00D13F9C"/>
    <w:rsid w:val="00D204F1"/>
    <w:rsid w:val="00D32EFB"/>
    <w:rsid w:val="00D7370B"/>
    <w:rsid w:val="00DF0A57"/>
    <w:rsid w:val="00E42BEF"/>
    <w:rsid w:val="00E55BEF"/>
    <w:rsid w:val="00EA24C5"/>
    <w:rsid w:val="00EC280C"/>
    <w:rsid w:val="00ED6DB4"/>
    <w:rsid w:val="00F2204E"/>
    <w:rsid w:val="00F26413"/>
    <w:rsid w:val="00F42411"/>
    <w:rsid w:val="00F61B20"/>
    <w:rsid w:val="00FB6B5B"/>
    <w:rsid w:val="00FD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507</TotalTime>
  <Pages>1</Pages>
  <Words>204</Words>
  <Characters>1166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Жемчугова</cp:lastModifiedBy>
  <cp:revision>26</cp:revision>
  <dcterms:created xsi:type="dcterms:W3CDTF">2020-02-07T09:24:00Z</dcterms:created>
  <dcterms:modified xsi:type="dcterms:W3CDTF">2021-01-12T09:05:00Z</dcterms:modified>
</cp:coreProperties>
</file>