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36" w:rsidRPr="00577780" w:rsidRDefault="007E3736" w:rsidP="00541937">
      <w:pPr>
        <w:spacing w:line="276" w:lineRule="auto"/>
        <w:jc w:val="center"/>
        <w:rPr>
          <w:b/>
          <w:sz w:val="28"/>
          <w:szCs w:val="28"/>
        </w:rPr>
      </w:pPr>
      <w:r w:rsidRPr="00577780">
        <w:rPr>
          <w:b/>
          <w:sz w:val="28"/>
          <w:szCs w:val="28"/>
        </w:rPr>
        <w:t>Пояснительная записка</w:t>
      </w:r>
    </w:p>
    <w:p w:rsidR="007E3736" w:rsidRPr="00511056" w:rsidRDefault="007E3736" w:rsidP="00541937">
      <w:pPr>
        <w:spacing w:line="276" w:lineRule="auto"/>
        <w:jc w:val="center"/>
        <w:rPr>
          <w:b/>
          <w:sz w:val="28"/>
          <w:szCs w:val="28"/>
        </w:rPr>
      </w:pPr>
      <w:r w:rsidRPr="00511056">
        <w:rPr>
          <w:b/>
          <w:sz w:val="28"/>
          <w:szCs w:val="28"/>
        </w:rPr>
        <w:t xml:space="preserve">о внесении изменений в решение </w:t>
      </w:r>
      <w:r>
        <w:rPr>
          <w:b/>
          <w:sz w:val="28"/>
          <w:szCs w:val="28"/>
        </w:rPr>
        <w:t>Речн</w:t>
      </w:r>
      <w:r w:rsidRPr="00511056">
        <w:rPr>
          <w:b/>
          <w:sz w:val="28"/>
          <w:szCs w:val="28"/>
        </w:rPr>
        <w:t xml:space="preserve">ой сельской Думы от </w:t>
      </w:r>
      <w:r>
        <w:rPr>
          <w:b/>
          <w:sz w:val="28"/>
          <w:szCs w:val="28"/>
        </w:rPr>
        <w:t>28</w:t>
      </w:r>
      <w:r w:rsidRPr="00511056">
        <w:rPr>
          <w:b/>
          <w:sz w:val="28"/>
          <w:szCs w:val="28"/>
        </w:rPr>
        <w:t>.12.20</w:t>
      </w:r>
      <w:r>
        <w:rPr>
          <w:b/>
          <w:sz w:val="28"/>
          <w:szCs w:val="28"/>
        </w:rPr>
        <w:t>20</w:t>
      </w:r>
      <w:r w:rsidRPr="00511056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35/153</w:t>
      </w:r>
      <w:r w:rsidRPr="00511056">
        <w:rPr>
          <w:b/>
          <w:sz w:val="28"/>
          <w:szCs w:val="28"/>
        </w:rPr>
        <w:t xml:space="preserve"> «О бюджете муниципального образования </w:t>
      </w:r>
      <w:r>
        <w:rPr>
          <w:b/>
          <w:sz w:val="28"/>
          <w:szCs w:val="28"/>
        </w:rPr>
        <w:t>Речн</w:t>
      </w:r>
      <w:r w:rsidRPr="00511056">
        <w:rPr>
          <w:b/>
          <w:sz w:val="28"/>
          <w:szCs w:val="28"/>
        </w:rPr>
        <w:t>ого сельского поселения Куменского района Кировской области на 20</w:t>
      </w:r>
      <w:r>
        <w:rPr>
          <w:b/>
          <w:sz w:val="28"/>
          <w:szCs w:val="28"/>
        </w:rPr>
        <w:t>21</w:t>
      </w:r>
      <w:r w:rsidRPr="00511056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2</w:t>
      </w:r>
      <w:r w:rsidRPr="00511056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3</w:t>
      </w:r>
      <w:r w:rsidRPr="00511056">
        <w:rPr>
          <w:b/>
          <w:sz w:val="28"/>
          <w:szCs w:val="28"/>
        </w:rPr>
        <w:t xml:space="preserve"> годов»</w:t>
      </w:r>
    </w:p>
    <w:p w:rsidR="007E3736" w:rsidRPr="00511056" w:rsidRDefault="007E3736" w:rsidP="00541937">
      <w:pPr>
        <w:spacing w:line="276" w:lineRule="auto"/>
        <w:jc w:val="center"/>
        <w:rPr>
          <w:b/>
          <w:sz w:val="28"/>
          <w:szCs w:val="28"/>
        </w:rPr>
      </w:pPr>
      <w:r w:rsidRPr="00511056">
        <w:rPr>
          <w:b/>
          <w:sz w:val="28"/>
          <w:szCs w:val="28"/>
        </w:rPr>
        <w:t xml:space="preserve">(на </w:t>
      </w:r>
      <w:r>
        <w:rPr>
          <w:b/>
          <w:sz w:val="28"/>
          <w:szCs w:val="28"/>
        </w:rPr>
        <w:t>Речну</w:t>
      </w:r>
      <w:r w:rsidRPr="00511056">
        <w:rPr>
          <w:b/>
          <w:sz w:val="28"/>
          <w:szCs w:val="28"/>
        </w:rPr>
        <w:t xml:space="preserve">ю сельскую Думу от </w:t>
      </w:r>
      <w:r>
        <w:rPr>
          <w:b/>
          <w:sz w:val="28"/>
          <w:szCs w:val="28"/>
        </w:rPr>
        <w:t>30.03.2021</w:t>
      </w:r>
      <w:r w:rsidRPr="00511056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 xml:space="preserve">36/167 </w:t>
      </w:r>
      <w:r w:rsidRPr="00511056">
        <w:rPr>
          <w:b/>
          <w:sz w:val="28"/>
          <w:szCs w:val="28"/>
        </w:rPr>
        <w:t>)</w:t>
      </w:r>
    </w:p>
    <w:p w:rsidR="007E3736" w:rsidRDefault="007E3736" w:rsidP="00541937">
      <w:pPr>
        <w:spacing w:line="276" w:lineRule="auto"/>
        <w:jc w:val="both"/>
        <w:rPr>
          <w:sz w:val="28"/>
          <w:szCs w:val="28"/>
        </w:rPr>
      </w:pPr>
    </w:p>
    <w:p w:rsidR="007E3736" w:rsidRDefault="007E3736" w:rsidP="0054193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 счет остатка средств на лицевом счете на 01.01.2021года, оставшегося к распределению 645065,44 увеличены расходы в сумме:</w:t>
      </w:r>
    </w:p>
    <w:p w:rsidR="007E3736" w:rsidRDefault="007E3736" w:rsidP="00541937">
      <w:pPr>
        <w:spacing w:line="276" w:lineRule="auto"/>
        <w:jc w:val="center"/>
        <w:rPr>
          <w:b/>
          <w:sz w:val="28"/>
          <w:szCs w:val="28"/>
        </w:rPr>
      </w:pPr>
      <w:r w:rsidRPr="00CE2AFD">
        <w:rPr>
          <w:b/>
          <w:sz w:val="28"/>
          <w:szCs w:val="28"/>
        </w:rPr>
        <w:t>Расходы.</w:t>
      </w:r>
    </w:p>
    <w:p w:rsidR="007E3736" w:rsidRPr="0046111D" w:rsidRDefault="007E3736" w:rsidP="008D4F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Увеличить расходы на 555065,44 рублей по </w:t>
      </w:r>
      <w:r>
        <w:rPr>
          <w:b/>
          <w:sz w:val="28"/>
          <w:szCs w:val="28"/>
        </w:rPr>
        <w:t xml:space="preserve">МУ </w:t>
      </w:r>
      <w:r w:rsidRPr="008E35A7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поселения</w:t>
      </w:r>
      <w:r w:rsidRPr="008E35A7">
        <w:rPr>
          <w:b/>
          <w:sz w:val="28"/>
          <w:szCs w:val="28"/>
        </w:rPr>
        <w:t xml:space="preserve"> л/сч </w:t>
      </w:r>
      <w:r w:rsidRPr="00D13F9C">
        <w:rPr>
          <w:b/>
          <w:sz w:val="28"/>
          <w:szCs w:val="28"/>
        </w:rPr>
        <w:t>0340300876</w:t>
      </w:r>
      <w:r w:rsidRPr="008E35A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:</w:t>
      </w:r>
    </w:p>
    <w:p w:rsidR="007E3736" w:rsidRDefault="007E3736" w:rsidP="003F55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по ПР 0104 ЦС </w:t>
      </w:r>
      <w:r w:rsidRPr="0057038A">
        <w:rPr>
          <w:sz w:val="28"/>
          <w:szCs w:val="28"/>
        </w:rPr>
        <w:t>01</w:t>
      </w:r>
      <w:r>
        <w:rPr>
          <w:sz w:val="28"/>
          <w:szCs w:val="28"/>
        </w:rPr>
        <w:t xml:space="preserve">00001100 ВР 121 </w:t>
      </w:r>
      <w:r w:rsidRPr="00220C59">
        <w:rPr>
          <w:sz w:val="28"/>
          <w:szCs w:val="28"/>
        </w:rPr>
        <w:t>КОСГУ 2</w:t>
      </w:r>
      <w:r>
        <w:rPr>
          <w:sz w:val="28"/>
          <w:szCs w:val="28"/>
        </w:rPr>
        <w:t>11 - увеличение на 66000,00 рублей (на зарплату мун. служащих за 11,5 мес.,на доплату ИО главы администрации мун.служ. за 3 месяца.);</w:t>
      </w:r>
    </w:p>
    <w:p w:rsidR="007E3736" w:rsidRDefault="007E3736" w:rsidP="00EB6C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по ПР 0104 ЦС </w:t>
      </w:r>
      <w:r w:rsidRPr="0057038A">
        <w:rPr>
          <w:sz w:val="28"/>
          <w:szCs w:val="28"/>
        </w:rPr>
        <w:t>01</w:t>
      </w:r>
      <w:r>
        <w:rPr>
          <w:sz w:val="28"/>
          <w:szCs w:val="28"/>
        </w:rPr>
        <w:t xml:space="preserve">00001100 ВР 129 </w:t>
      </w:r>
      <w:r w:rsidRPr="00220C59">
        <w:rPr>
          <w:sz w:val="28"/>
          <w:szCs w:val="28"/>
        </w:rPr>
        <w:t>КОСГУ 2</w:t>
      </w:r>
      <w:r>
        <w:rPr>
          <w:sz w:val="28"/>
          <w:szCs w:val="28"/>
        </w:rPr>
        <w:t>13 - увеличение на 6900,00 рублей (начисления на доплату ИО главы администрации мун.служ. за 3 месяца.);</w:t>
      </w:r>
    </w:p>
    <w:p w:rsidR="007E3736" w:rsidRDefault="007E3736" w:rsidP="003F55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по ПР 0113 ЦС </w:t>
      </w:r>
      <w:r w:rsidRPr="0057038A">
        <w:rPr>
          <w:sz w:val="28"/>
          <w:szCs w:val="28"/>
        </w:rPr>
        <w:t>01</w:t>
      </w:r>
      <w:r>
        <w:rPr>
          <w:sz w:val="28"/>
          <w:szCs w:val="28"/>
        </w:rPr>
        <w:t xml:space="preserve">00003100 ВР 111 </w:t>
      </w:r>
      <w:r w:rsidRPr="00220C59">
        <w:rPr>
          <w:sz w:val="28"/>
          <w:szCs w:val="28"/>
        </w:rPr>
        <w:t>КОСГУ 2</w:t>
      </w:r>
      <w:r>
        <w:rPr>
          <w:sz w:val="28"/>
          <w:szCs w:val="28"/>
        </w:rPr>
        <w:t>11 - увеличение на 77400,00 рублей (на зарплату работников за 11,5 месяцев.);</w:t>
      </w:r>
    </w:p>
    <w:p w:rsidR="007E3736" w:rsidRDefault="007E3736" w:rsidP="003F55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по ПР 0113 ЦС </w:t>
      </w:r>
      <w:r w:rsidRPr="0057038A">
        <w:rPr>
          <w:sz w:val="28"/>
          <w:szCs w:val="28"/>
        </w:rPr>
        <w:t>01</w:t>
      </w:r>
      <w:r>
        <w:rPr>
          <w:sz w:val="28"/>
          <w:szCs w:val="28"/>
        </w:rPr>
        <w:t xml:space="preserve">00003110 ВР 119 </w:t>
      </w:r>
      <w:r w:rsidRPr="00220C59">
        <w:rPr>
          <w:sz w:val="28"/>
          <w:szCs w:val="28"/>
        </w:rPr>
        <w:t>КОСГУ 2</w:t>
      </w:r>
      <w:r>
        <w:rPr>
          <w:sz w:val="28"/>
          <w:szCs w:val="28"/>
        </w:rPr>
        <w:t>13 - увеличение на 16100,00 рублей (на начисления на зарплату работников за 11,0 месяцев.);</w:t>
      </w:r>
    </w:p>
    <w:p w:rsidR="007E3736" w:rsidRDefault="007E3736" w:rsidP="003F55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по ПР 0409 ЦС </w:t>
      </w:r>
      <w:r w:rsidRPr="0057038A">
        <w:rPr>
          <w:sz w:val="28"/>
          <w:szCs w:val="28"/>
        </w:rPr>
        <w:t>0</w:t>
      </w:r>
      <w:r>
        <w:rPr>
          <w:sz w:val="28"/>
          <w:szCs w:val="28"/>
        </w:rPr>
        <w:t xml:space="preserve">600004100 ВР 244 </w:t>
      </w:r>
      <w:r w:rsidRPr="00220C59">
        <w:rPr>
          <w:sz w:val="28"/>
          <w:szCs w:val="28"/>
        </w:rPr>
        <w:t xml:space="preserve">КОСГУ </w:t>
      </w:r>
      <w:r>
        <w:rPr>
          <w:sz w:val="28"/>
          <w:szCs w:val="28"/>
        </w:rPr>
        <w:t>225 - увеличение на 388665,44 рублей (за счет остатка поступления акцизов прошлых лет)</w:t>
      </w:r>
    </w:p>
    <w:p w:rsidR="007E3736" w:rsidRDefault="007E3736" w:rsidP="003F5514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Увеличить расходы на 42000,00 рублей по </w:t>
      </w:r>
      <w:r w:rsidRPr="006603D0">
        <w:rPr>
          <w:b/>
          <w:sz w:val="28"/>
          <w:szCs w:val="28"/>
        </w:rPr>
        <w:t>МКУ Речная сельская библиотека л/сч 03403008740</w:t>
      </w:r>
    </w:p>
    <w:p w:rsidR="007E3736" w:rsidRDefault="007E3736" w:rsidP="003F55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по ПР 0801 ЦС </w:t>
      </w:r>
      <w:r w:rsidRPr="0057038A">
        <w:rPr>
          <w:sz w:val="28"/>
          <w:szCs w:val="28"/>
        </w:rPr>
        <w:t>0</w:t>
      </w:r>
      <w:r>
        <w:rPr>
          <w:sz w:val="28"/>
          <w:szCs w:val="28"/>
        </w:rPr>
        <w:t xml:space="preserve">900002100 ВР 111 </w:t>
      </w:r>
      <w:r w:rsidRPr="00220C59">
        <w:rPr>
          <w:sz w:val="28"/>
          <w:szCs w:val="28"/>
        </w:rPr>
        <w:t>КОСГУ 2</w:t>
      </w:r>
      <w:r>
        <w:rPr>
          <w:sz w:val="28"/>
          <w:szCs w:val="28"/>
        </w:rPr>
        <w:t>11 - увеличение на 42000,00 рублей (на зарплату работников за 11,5 месяцев.);</w:t>
      </w:r>
    </w:p>
    <w:p w:rsidR="007E3736" w:rsidRDefault="007E3736" w:rsidP="003F5514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Увеличить расходы на 48000,00 рублей по </w:t>
      </w:r>
      <w:r w:rsidRPr="006603D0">
        <w:rPr>
          <w:b/>
          <w:sz w:val="28"/>
          <w:szCs w:val="28"/>
        </w:rPr>
        <w:t xml:space="preserve">МКУ </w:t>
      </w:r>
      <w:r>
        <w:rPr>
          <w:b/>
          <w:sz w:val="28"/>
          <w:szCs w:val="28"/>
        </w:rPr>
        <w:t>Дом культуры</w:t>
      </w:r>
      <w:r w:rsidRPr="006603D0">
        <w:rPr>
          <w:b/>
          <w:sz w:val="28"/>
          <w:szCs w:val="28"/>
        </w:rPr>
        <w:t xml:space="preserve"> л/сч 034030087</w:t>
      </w:r>
      <w:r>
        <w:rPr>
          <w:b/>
          <w:sz w:val="28"/>
          <w:szCs w:val="28"/>
        </w:rPr>
        <w:t>3</w:t>
      </w:r>
      <w:r w:rsidRPr="006603D0">
        <w:rPr>
          <w:b/>
          <w:sz w:val="28"/>
          <w:szCs w:val="28"/>
        </w:rPr>
        <w:t>0</w:t>
      </w:r>
    </w:p>
    <w:p w:rsidR="007E3736" w:rsidRDefault="007E3736" w:rsidP="003F55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по ПР 0801 ЦС </w:t>
      </w:r>
      <w:r w:rsidRPr="0057038A">
        <w:rPr>
          <w:sz w:val="28"/>
          <w:szCs w:val="28"/>
        </w:rPr>
        <w:t>0</w:t>
      </w:r>
      <w:r>
        <w:rPr>
          <w:sz w:val="28"/>
          <w:szCs w:val="28"/>
        </w:rPr>
        <w:t xml:space="preserve">800002100 ВР 111 </w:t>
      </w:r>
      <w:r w:rsidRPr="00220C59">
        <w:rPr>
          <w:sz w:val="28"/>
          <w:szCs w:val="28"/>
        </w:rPr>
        <w:t>КОСГУ 2</w:t>
      </w:r>
      <w:r>
        <w:rPr>
          <w:sz w:val="28"/>
          <w:szCs w:val="28"/>
        </w:rPr>
        <w:t>11 - увеличение на 48000,00 рублей (на зарплату работников за 11,5 месяцев.);</w:t>
      </w:r>
    </w:p>
    <w:p w:rsidR="007E3736" w:rsidRDefault="007E3736" w:rsidP="003F551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по ПР 0801 ЦС </w:t>
      </w:r>
      <w:r w:rsidRPr="0057038A">
        <w:rPr>
          <w:sz w:val="28"/>
          <w:szCs w:val="28"/>
        </w:rPr>
        <w:t>0</w:t>
      </w:r>
      <w:r>
        <w:rPr>
          <w:sz w:val="28"/>
          <w:szCs w:val="28"/>
        </w:rPr>
        <w:t xml:space="preserve">800002100 ВР 853 </w:t>
      </w:r>
      <w:r w:rsidRPr="00220C59">
        <w:rPr>
          <w:sz w:val="28"/>
          <w:szCs w:val="28"/>
        </w:rPr>
        <w:t xml:space="preserve">КОСГУ </w:t>
      </w:r>
      <w:r>
        <w:rPr>
          <w:sz w:val="28"/>
          <w:szCs w:val="28"/>
        </w:rPr>
        <w:t>292 - увеличение на 5000,00 рублей (на оплату штрафов, пени.);</w:t>
      </w:r>
    </w:p>
    <w:p w:rsidR="007E3736" w:rsidRDefault="007E3736" w:rsidP="00652F3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по ПР 0801 ЦС </w:t>
      </w:r>
      <w:r w:rsidRPr="0057038A">
        <w:rPr>
          <w:sz w:val="28"/>
          <w:szCs w:val="28"/>
        </w:rPr>
        <w:t>0</w:t>
      </w:r>
      <w:r>
        <w:rPr>
          <w:sz w:val="28"/>
          <w:szCs w:val="28"/>
        </w:rPr>
        <w:t xml:space="preserve">800002100 ВР 244 </w:t>
      </w:r>
      <w:r w:rsidRPr="00220C59">
        <w:rPr>
          <w:sz w:val="28"/>
          <w:szCs w:val="28"/>
        </w:rPr>
        <w:t xml:space="preserve">КОСГУ </w:t>
      </w:r>
      <w:r>
        <w:rPr>
          <w:sz w:val="28"/>
          <w:szCs w:val="28"/>
        </w:rPr>
        <w:t>226 - уменьшение на 5000,00 рублей (уменьшение расходов на прочие работы, услуги).</w:t>
      </w:r>
    </w:p>
    <w:p w:rsidR="007E3736" w:rsidRDefault="007E3736" w:rsidP="003F5514">
      <w:pPr>
        <w:spacing w:line="276" w:lineRule="auto"/>
        <w:jc w:val="both"/>
        <w:rPr>
          <w:sz w:val="28"/>
          <w:szCs w:val="28"/>
        </w:rPr>
      </w:pPr>
    </w:p>
    <w:p w:rsidR="007E3736" w:rsidRDefault="007E3736" w:rsidP="003F5514">
      <w:pPr>
        <w:spacing w:line="276" w:lineRule="auto"/>
        <w:jc w:val="both"/>
        <w:rPr>
          <w:sz w:val="28"/>
          <w:szCs w:val="28"/>
        </w:rPr>
      </w:pPr>
    </w:p>
    <w:p w:rsidR="007E3736" w:rsidRDefault="007E3736" w:rsidP="003F5514">
      <w:pPr>
        <w:spacing w:line="276" w:lineRule="auto"/>
        <w:jc w:val="both"/>
        <w:rPr>
          <w:b/>
          <w:sz w:val="28"/>
          <w:szCs w:val="28"/>
        </w:rPr>
      </w:pPr>
    </w:p>
    <w:p w:rsidR="007E3736" w:rsidRPr="006603D0" w:rsidRDefault="007E3736" w:rsidP="003F5514">
      <w:pPr>
        <w:spacing w:line="276" w:lineRule="auto"/>
        <w:jc w:val="both"/>
        <w:rPr>
          <w:b/>
          <w:sz w:val="28"/>
          <w:szCs w:val="28"/>
        </w:rPr>
      </w:pPr>
    </w:p>
    <w:p w:rsidR="007E3736" w:rsidRDefault="007E3736" w:rsidP="003F5514">
      <w:pPr>
        <w:spacing w:line="276" w:lineRule="auto"/>
        <w:jc w:val="both"/>
        <w:rPr>
          <w:sz w:val="28"/>
          <w:szCs w:val="28"/>
        </w:rPr>
      </w:pPr>
    </w:p>
    <w:p w:rsidR="007E3736" w:rsidRDefault="007E3736" w:rsidP="00B158BA">
      <w:pPr>
        <w:spacing w:line="276" w:lineRule="auto"/>
        <w:jc w:val="both"/>
        <w:rPr>
          <w:sz w:val="28"/>
          <w:szCs w:val="28"/>
        </w:rPr>
      </w:pPr>
    </w:p>
    <w:p w:rsidR="007E3736" w:rsidRDefault="007E3736" w:rsidP="00541937">
      <w:pPr>
        <w:spacing w:line="276" w:lineRule="auto"/>
        <w:jc w:val="both"/>
        <w:rPr>
          <w:sz w:val="28"/>
          <w:szCs w:val="28"/>
        </w:rPr>
      </w:pPr>
    </w:p>
    <w:p w:rsidR="007E3736" w:rsidRDefault="007E3736" w:rsidP="0054193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Речного</w:t>
      </w:r>
    </w:p>
    <w:p w:rsidR="007E3736" w:rsidRDefault="007E3736" w:rsidP="0054193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Чесноков С.Н.      </w:t>
      </w:r>
    </w:p>
    <w:sectPr w:rsidR="007E3736" w:rsidSect="00720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937"/>
    <w:rsid w:val="00027D91"/>
    <w:rsid w:val="00054A33"/>
    <w:rsid w:val="000563F9"/>
    <w:rsid w:val="000A623B"/>
    <w:rsid w:val="000E528A"/>
    <w:rsid w:val="001A6AA9"/>
    <w:rsid w:val="001B65F9"/>
    <w:rsid w:val="00220C59"/>
    <w:rsid w:val="00237362"/>
    <w:rsid w:val="00246F1D"/>
    <w:rsid w:val="00250471"/>
    <w:rsid w:val="00265E51"/>
    <w:rsid w:val="0027537D"/>
    <w:rsid w:val="00287AA7"/>
    <w:rsid w:val="00291A5D"/>
    <w:rsid w:val="00294DE6"/>
    <w:rsid w:val="002A1790"/>
    <w:rsid w:val="002F0F4D"/>
    <w:rsid w:val="002F537D"/>
    <w:rsid w:val="00300151"/>
    <w:rsid w:val="00305252"/>
    <w:rsid w:val="003521B4"/>
    <w:rsid w:val="00374A2C"/>
    <w:rsid w:val="003C4188"/>
    <w:rsid w:val="003D3815"/>
    <w:rsid w:val="003E26E7"/>
    <w:rsid w:val="003F5514"/>
    <w:rsid w:val="00456D46"/>
    <w:rsid w:val="0046111D"/>
    <w:rsid w:val="00475229"/>
    <w:rsid w:val="004755BA"/>
    <w:rsid w:val="004A438B"/>
    <w:rsid w:val="004D29CB"/>
    <w:rsid w:val="004D757D"/>
    <w:rsid w:val="004E1AB5"/>
    <w:rsid w:val="004F4C5A"/>
    <w:rsid w:val="00502DD0"/>
    <w:rsid w:val="00511056"/>
    <w:rsid w:val="00524FB7"/>
    <w:rsid w:val="00541937"/>
    <w:rsid w:val="00560838"/>
    <w:rsid w:val="00560B23"/>
    <w:rsid w:val="0057038A"/>
    <w:rsid w:val="00577780"/>
    <w:rsid w:val="00597D87"/>
    <w:rsid w:val="00597DA9"/>
    <w:rsid w:val="005A46D3"/>
    <w:rsid w:val="005F284E"/>
    <w:rsid w:val="0060651C"/>
    <w:rsid w:val="006150C2"/>
    <w:rsid w:val="00652F39"/>
    <w:rsid w:val="006603D0"/>
    <w:rsid w:val="0066471C"/>
    <w:rsid w:val="006744BD"/>
    <w:rsid w:val="00683654"/>
    <w:rsid w:val="006858C8"/>
    <w:rsid w:val="006A2BD8"/>
    <w:rsid w:val="006B5A6D"/>
    <w:rsid w:val="006E0AEB"/>
    <w:rsid w:val="006E1AD3"/>
    <w:rsid w:val="006F2720"/>
    <w:rsid w:val="0071162C"/>
    <w:rsid w:val="00711775"/>
    <w:rsid w:val="00715172"/>
    <w:rsid w:val="00720D3F"/>
    <w:rsid w:val="00732FA0"/>
    <w:rsid w:val="00744A11"/>
    <w:rsid w:val="0078049F"/>
    <w:rsid w:val="007C74CF"/>
    <w:rsid w:val="007D4E6F"/>
    <w:rsid w:val="007E3736"/>
    <w:rsid w:val="007F4376"/>
    <w:rsid w:val="008421C1"/>
    <w:rsid w:val="00890766"/>
    <w:rsid w:val="008B1F6B"/>
    <w:rsid w:val="008B740A"/>
    <w:rsid w:val="008D4F32"/>
    <w:rsid w:val="008E35A7"/>
    <w:rsid w:val="00912D95"/>
    <w:rsid w:val="00971F9A"/>
    <w:rsid w:val="00993B9A"/>
    <w:rsid w:val="009A1791"/>
    <w:rsid w:val="009C6B1A"/>
    <w:rsid w:val="009D284D"/>
    <w:rsid w:val="009F357E"/>
    <w:rsid w:val="00A21D05"/>
    <w:rsid w:val="00A413AC"/>
    <w:rsid w:val="00A6563E"/>
    <w:rsid w:val="00A7585B"/>
    <w:rsid w:val="00AE1672"/>
    <w:rsid w:val="00B158BA"/>
    <w:rsid w:val="00B26FB3"/>
    <w:rsid w:val="00B42EAA"/>
    <w:rsid w:val="00B71282"/>
    <w:rsid w:val="00BA66D5"/>
    <w:rsid w:val="00BB17E2"/>
    <w:rsid w:val="00BE7143"/>
    <w:rsid w:val="00BF329D"/>
    <w:rsid w:val="00C42044"/>
    <w:rsid w:val="00C6119C"/>
    <w:rsid w:val="00CB478E"/>
    <w:rsid w:val="00CC1101"/>
    <w:rsid w:val="00CD4FEE"/>
    <w:rsid w:val="00CE2AFD"/>
    <w:rsid w:val="00CE4C7A"/>
    <w:rsid w:val="00D10809"/>
    <w:rsid w:val="00D13F9C"/>
    <w:rsid w:val="00D204F1"/>
    <w:rsid w:val="00D32EFB"/>
    <w:rsid w:val="00D7370B"/>
    <w:rsid w:val="00DF0A57"/>
    <w:rsid w:val="00E42BEF"/>
    <w:rsid w:val="00E55BEF"/>
    <w:rsid w:val="00E63C3C"/>
    <w:rsid w:val="00EA24C5"/>
    <w:rsid w:val="00EB6C0C"/>
    <w:rsid w:val="00EC280C"/>
    <w:rsid w:val="00ED0DB5"/>
    <w:rsid w:val="00ED6DB4"/>
    <w:rsid w:val="00F2204E"/>
    <w:rsid w:val="00F26413"/>
    <w:rsid w:val="00F42411"/>
    <w:rsid w:val="00F452E7"/>
    <w:rsid w:val="00F61B20"/>
    <w:rsid w:val="00FB6B5B"/>
    <w:rsid w:val="00FD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606</TotalTime>
  <Pages>2</Pages>
  <Words>306</Words>
  <Characters>1750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Жемчугова</cp:lastModifiedBy>
  <cp:revision>39</cp:revision>
  <dcterms:created xsi:type="dcterms:W3CDTF">2020-02-07T09:24:00Z</dcterms:created>
  <dcterms:modified xsi:type="dcterms:W3CDTF">2021-04-01T06:41:00Z</dcterms:modified>
</cp:coreProperties>
</file>